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6817A5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97942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942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BA0D51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l’Escale des Bambins</w:t>
                          </w:r>
                        </w:p>
                        <w:p w:rsidR="00256C33" w:rsidRDefault="00BA0D51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14 bis rue Emile Gadeceau</w:t>
                          </w:r>
                        </w:p>
                        <w:p w:rsidR="00256C33" w:rsidRDefault="00BA0D51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44300 </w:t>
                          </w:r>
                          <w:r w:rsidR="00EB0B05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ANTES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BA0D51" w:rsidRPr="00974D3A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ma-escaledesbambins</w:t>
                            </w:r>
                            <w:r w:rsidR="00BA0D51" w:rsidRPr="00974D3A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BA0D51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40 49 13 44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BA0D51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844 790 150 01278</w:t>
                          </w:r>
                        </w:p>
                        <w:p w:rsidR="00256C33" w:rsidRPr="00BD52B4" w:rsidRDefault="006817A5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l’Escale des Bambins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éré par VYV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34.6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" stroked="f">
              <v:textbox>
                <w:txbxContent>
                  <w:p w:rsidR="00256C33" w:rsidRPr="00642DA0" w:rsidRDefault="00BA0D51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l’Escale des Bambins</w:t>
                    </w:r>
                  </w:p>
                  <w:p w:rsidR="00256C33" w:rsidRDefault="00BA0D51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14 bis rue Emile Gadeceau</w:t>
                    </w:r>
                  </w:p>
                  <w:p w:rsidR="00256C33" w:rsidRDefault="00BA0D51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44300 </w:t>
                    </w:r>
                    <w:r w:rsidR="00EB0B05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N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ANTES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BA0D51" w:rsidRPr="00974D3A">
                        <w:rPr>
                          <w:rStyle w:val="Lienhypertexte"/>
                          <w:sz w:val="16"/>
                          <w:szCs w:val="16"/>
                        </w:rPr>
                        <w:t>ma-escaledesbambins</w:t>
                      </w:r>
                      <w:r w:rsidR="00BA0D51" w:rsidRPr="00974D3A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BA0D51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40 49 13 44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BA0D51">
                      <w:rPr>
                        <w:color w:val="878786"/>
                        <w:sz w:val="12"/>
                        <w:szCs w:val="12"/>
                      </w:rPr>
                      <w:t>844 790 150 01278</w:t>
                    </w:r>
                  </w:p>
                  <w:p w:rsidR="00256C33" w:rsidRPr="00BD52B4" w:rsidRDefault="006817A5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l’Escale des Bambins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éré par VYV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5297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43A92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817A5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A0D51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B0B05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CFAE72D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escaledesbambins-pdl@vyv3.fr" TargetMode="External"/><Relationship Id="rId1" Type="http://schemas.openxmlformats.org/officeDocument/2006/relationships/hyperlink" Target="mailto:ma-escaledesbambin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14d88cad-2694-4fc8-ba0f-2537f7b00320"/>
    <ds:schemaRef ds:uri="b7fc1b99-8ebe-4374-9cc1-f5204f903109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AEE4A0-7227-4FE6-8552-DA7DB1092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2023-12-21T15:19:00Z</dcterms:created>
  <dcterms:modified xsi:type="dcterms:W3CDTF">2024-01-03T14:54:00Z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